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16A38063" w14:textId="29F256C6" w:rsidR="000F2DEA" w:rsidRDefault="00F92392" w:rsidP="000F2DEA">
      <w:pPr>
        <w:jc w:val="both"/>
        <w:rPr>
          <w:rFonts w:asciiTheme="minorHAnsi" w:hAnsiTheme="minorHAnsi" w:cs="Arial"/>
          <w:b/>
          <w:bCs/>
          <w:sz w:val="20"/>
          <w:szCs w:val="20"/>
        </w:rPr>
      </w:pPr>
      <w:r w:rsidRPr="00F92392">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F92392">
        <w:rPr>
          <w:rFonts w:asciiTheme="minorHAnsi" w:hAnsiTheme="minorHAnsi" w:cs="Arial"/>
          <w:b/>
          <w:bCs/>
          <w:sz w:val="20"/>
          <w:szCs w:val="20"/>
        </w:rPr>
        <w:t>lett</w:t>
      </w:r>
      <w:proofErr w:type="spellEnd"/>
      <w:r w:rsidRPr="00F92392">
        <w:rPr>
          <w:rFonts w:asciiTheme="minorHAnsi" w:hAnsiTheme="minorHAnsi" w:cs="Arial"/>
          <w:b/>
          <w:bCs/>
          <w:sz w:val="20"/>
          <w:szCs w:val="20"/>
        </w:rPr>
        <w:t xml:space="preserve">. c) del D.lgs. n. 36/2023 e </w:t>
      </w:r>
      <w:proofErr w:type="spellStart"/>
      <w:r w:rsidRPr="00F92392">
        <w:rPr>
          <w:rFonts w:asciiTheme="minorHAnsi" w:hAnsiTheme="minorHAnsi" w:cs="Arial"/>
          <w:b/>
          <w:bCs/>
          <w:sz w:val="20"/>
          <w:szCs w:val="20"/>
        </w:rPr>
        <w:t>s.m.i.</w:t>
      </w:r>
      <w:proofErr w:type="spellEnd"/>
      <w:r w:rsidRPr="00F92392">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6CA28DE1" w14:textId="77777777" w:rsidR="0091435B" w:rsidRDefault="0091435B" w:rsidP="0091435B">
      <w:pPr>
        <w:tabs>
          <w:tab w:val="left" w:pos="8908"/>
        </w:tabs>
        <w:jc w:val="both"/>
        <w:rPr>
          <w:rFonts w:asciiTheme="minorHAnsi" w:hAnsiTheme="minorHAnsi" w:cs="Arial"/>
          <w:b/>
          <w:bCs/>
          <w:sz w:val="20"/>
          <w:szCs w:val="20"/>
        </w:rPr>
      </w:pPr>
    </w:p>
    <w:p w14:paraId="2DF28812" w14:textId="77777777" w:rsidR="00921A79" w:rsidRPr="00A153F4" w:rsidRDefault="00921A79"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(D.Lgs. 36/2023 art. 65 – comma 2 - lett. a);</w:t>
      </w:r>
    </w:p>
    <w:p w14:paraId="0E4125A4"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(D.Lgs. 36/2023 art. 65 – comma 2 - lett. b);</w:t>
      </w:r>
    </w:p>
    <w:p w14:paraId="744DBEA5"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(D.Lgs. 36/2023 art. 65 – comma 2 - lett. c);</w:t>
      </w:r>
    </w:p>
    <w:p w14:paraId="6597B760"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(D.Lgs. 36/2023 art. 65 – comma 2 - lett. d);</w:t>
      </w:r>
    </w:p>
    <w:p w14:paraId="0862CC66"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(D.Lgs. 36/2023 art. 65 – comma 2 - lett.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(D.Lgs. 36/2023 art. 65 – comma 2 - lett.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(D.Lgs. 36/2023 art. 65 – comma 2 - lett.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067F4F"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(D.Lgs. 36/2023 art. 65 – comma 2 - lett.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BF5004">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067F4F"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0044679D"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226F0B">
        <w:rPr>
          <w:rFonts w:asciiTheme="minorHAnsi" w:hAnsiTheme="minorHAnsi"/>
          <w:b/>
        </w:rPr>
        <w:t xml:space="preserve"> 4</w:t>
      </w:r>
      <w:r w:rsidR="00817104">
        <w:rPr>
          <w:rFonts w:asciiTheme="minorHAnsi" w:hAnsiTheme="minorHAnsi"/>
          <w:b/>
        </w:rPr>
        <w:t xml:space="preserve"> ed indicati nella “Tabelle di d</w:t>
      </w:r>
      <w:r w:rsidR="00226F0B">
        <w:rPr>
          <w:rFonts w:asciiTheme="minorHAnsi" w:hAnsiTheme="minorHAnsi"/>
          <w:b/>
        </w:rPr>
        <w:t>ettaglio degli articoli –LOTTO 4</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32E6D6B2"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CD6554" w:rsidRPr="00CD6554">
        <w:rPr>
          <w:rFonts w:asciiTheme="minorHAnsi" w:hAnsiTheme="minorHAnsi" w:cs="Arial"/>
          <w:sz w:val="20"/>
          <w:szCs w:val="20"/>
        </w:rPr>
        <w:t xml:space="preserve">pari alla sommatoria dei prezzi unitari dei singoli articoli inclusi nel LOTTO </w:t>
      </w:r>
      <w:r w:rsidR="00394A99">
        <w:rPr>
          <w:rFonts w:asciiTheme="minorHAnsi" w:hAnsiTheme="minorHAnsi" w:cs="Arial"/>
          <w:sz w:val="20"/>
          <w:szCs w:val="20"/>
        </w:rPr>
        <w:t>4</w:t>
      </w:r>
      <w:r w:rsidR="00CD6554" w:rsidRPr="00CD6554">
        <w:rPr>
          <w:rFonts w:asciiTheme="minorHAnsi" w:hAnsiTheme="minorHAnsi" w:cs="Arial"/>
          <w:sz w:val="20"/>
          <w:szCs w:val="20"/>
        </w:rPr>
        <w:t xml:space="preserve"> 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067F4F"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6495EF48"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CD6554" w:rsidRPr="00CD6554">
        <w:rPr>
          <w:rFonts w:asciiTheme="minorHAnsi" w:hAnsiTheme="minorHAnsi" w:cs="Arial"/>
          <w:sz w:val="20"/>
          <w:szCs w:val="20"/>
        </w:rPr>
        <w:t xml:space="preserve">pari alla sommatoria dei prezzi unitari dei singoli articoli inclusi nel LOTTO </w:t>
      </w:r>
      <w:r w:rsidR="00394A99">
        <w:rPr>
          <w:rFonts w:asciiTheme="minorHAnsi" w:hAnsiTheme="minorHAnsi" w:cs="Arial"/>
          <w:sz w:val="20"/>
          <w:szCs w:val="20"/>
        </w:rPr>
        <w:t>4</w:t>
      </w:r>
      <w:r w:rsidR="00CD6554" w:rsidRPr="00CD6554">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067F4F"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578E7D71"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226F0B">
        <w:rPr>
          <w:rFonts w:asciiTheme="minorHAnsi" w:hAnsiTheme="minorHAnsi" w:cs="Arial"/>
          <w:b/>
          <w:sz w:val="20"/>
          <w:szCs w:val="20"/>
        </w:rPr>
        <w:t xml:space="preserve"> della fornitura per il LOTTO 4</w:t>
      </w:r>
      <w:r w:rsidRPr="00FA1A21">
        <w:rPr>
          <w:rFonts w:asciiTheme="minorHAnsi" w:hAnsiTheme="minorHAnsi" w:cs="Arial"/>
          <w:b/>
          <w:sz w:val="20"/>
          <w:szCs w:val="20"/>
        </w:rPr>
        <w:t xml:space="preserve">, pari a € </w:t>
      </w:r>
      <w:r w:rsidR="00226F0B" w:rsidRPr="00226F0B">
        <w:rPr>
          <w:rFonts w:asciiTheme="minorHAnsi" w:hAnsiTheme="minorHAnsi" w:cs="Arial"/>
          <w:b/>
          <w:sz w:val="20"/>
          <w:szCs w:val="20"/>
        </w:rPr>
        <w:t>8.036,53</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067F4F"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067F4F"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56A27478" w14:textId="6663149A" w:rsidR="00FC2D9F" w:rsidRDefault="00FC2D9F" w:rsidP="00FC2D9F">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92760C" w:rsidRPr="0092760C">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0AC6A180" w14:textId="4561763F" w:rsidR="00FC2D9F" w:rsidRDefault="00FC2D9F" w:rsidP="00FC2D9F">
      <w:pPr>
        <w:pStyle w:val="LetteraTipo"/>
        <w:jc w:val="both"/>
        <w:rPr>
          <w:rFonts w:asciiTheme="minorHAnsi" w:hAnsiTheme="minorHAnsi"/>
        </w:rPr>
      </w:pPr>
      <w:r>
        <w:rPr>
          <w:rFonts w:asciiTheme="minorHAnsi" w:hAnsiTheme="minorHAnsi"/>
          <w:b/>
        </w:rPr>
        <w:t>N.B.</w:t>
      </w:r>
      <w:r w:rsidR="0092760C">
        <w:rPr>
          <w:rFonts w:asciiTheme="minorHAnsi" w:hAnsiTheme="minorHAnsi"/>
          <w:b/>
        </w:rPr>
        <w:t>4</w:t>
      </w:r>
      <w:r>
        <w:rPr>
          <w:rFonts w:asciiTheme="minorHAnsi" w:hAnsiTheme="minorHAnsi"/>
          <w:b/>
        </w:rPr>
        <w:t>:</w:t>
      </w:r>
      <w:r>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012E55B0" w14:textId="3A2BE160" w:rsidR="00FC2D9F" w:rsidRDefault="0092760C" w:rsidP="00FC2D9F">
      <w:pPr>
        <w:pStyle w:val="LetteraTipo"/>
        <w:jc w:val="both"/>
        <w:rPr>
          <w:rFonts w:asciiTheme="minorHAnsi" w:hAnsiTheme="minorHAnsi"/>
        </w:rPr>
      </w:pPr>
      <w:r>
        <w:rPr>
          <w:rFonts w:asciiTheme="minorHAnsi" w:hAnsiTheme="minorHAnsi"/>
          <w:b/>
        </w:rPr>
        <w:t>N.B.5</w:t>
      </w:r>
      <w:r w:rsidR="00FC2D9F">
        <w:rPr>
          <w:rFonts w:asciiTheme="minorHAnsi" w:hAnsiTheme="minorHAnsi"/>
          <w:b/>
        </w:rPr>
        <w:t>:</w:t>
      </w:r>
      <w:r w:rsidR="00FC2D9F">
        <w:rPr>
          <w:rFonts w:asciiTheme="minorHAnsi" w:hAnsiTheme="minorHAnsi"/>
        </w:rPr>
        <w:t xml:space="preserve"> E’ obbligo, pena l’esclusione dalla gara, offrire tutti gli articoli del lotto.</w:t>
      </w:r>
    </w:p>
    <w:p w14:paraId="6999FE87" w14:textId="6C105AFB" w:rsidR="00FC2D9F" w:rsidRDefault="0092760C" w:rsidP="00FC2D9F">
      <w:pPr>
        <w:pStyle w:val="LetteraTipo"/>
        <w:jc w:val="both"/>
        <w:rPr>
          <w:rFonts w:asciiTheme="minorHAnsi" w:hAnsiTheme="minorHAnsi"/>
        </w:rPr>
      </w:pPr>
      <w:r>
        <w:rPr>
          <w:rFonts w:asciiTheme="minorHAnsi" w:hAnsiTheme="minorHAnsi"/>
          <w:b/>
        </w:rPr>
        <w:t>N.B.6</w:t>
      </w:r>
      <w:r w:rsidR="00FC2D9F">
        <w:rPr>
          <w:rFonts w:asciiTheme="minorHAnsi" w:hAnsiTheme="minorHAnsi"/>
          <w:b/>
        </w:rPr>
        <w:t>:</w:t>
      </w:r>
      <w:r w:rsidR="00FC2D9F">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consorzio di cooperative e imprese artigiane o di consorzio stabile di cui all’articolo 65, comma 2, lett.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067F4F">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0F8EC296"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226F0B">
      <w:rPr>
        <w:rFonts w:asciiTheme="minorHAnsi" w:hAnsiTheme="minorHAnsi" w:cs="Arial"/>
        <w:b/>
      </w:rPr>
      <w:t xml:space="preserve"> – LOTTO 4</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W59eOJeXDokEIEgA/TKdOv1i48vS+AamhSGMjizFeFkdl5jRQ+KGDDqqNjKxKSEsjkpWa/iXdc8oJEmLeThJw==" w:salt="0V8XzABJjLmKAmApuQOqpQ=="/>
  <w:defaultTabStop w:val="708"/>
  <w:hyphenationZone w:val="283"/>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39EC"/>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67F4F"/>
    <w:rsid w:val="00072EBE"/>
    <w:rsid w:val="00072EFF"/>
    <w:rsid w:val="000741C4"/>
    <w:rsid w:val="000754D7"/>
    <w:rsid w:val="000823A4"/>
    <w:rsid w:val="00084490"/>
    <w:rsid w:val="0008510E"/>
    <w:rsid w:val="00085A5C"/>
    <w:rsid w:val="00086188"/>
    <w:rsid w:val="00094C19"/>
    <w:rsid w:val="000952EB"/>
    <w:rsid w:val="000A363B"/>
    <w:rsid w:val="000A48AC"/>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2DEA"/>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30A6"/>
    <w:rsid w:val="002476AF"/>
    <w:rsid w:val="00247991"/>
    <w:rsid w:val="00251963"/>
    <w:rsid w:val="00251A4D"/>
    <w:rsid w:val="00252F3F"/>
    <w:rsid w:val="00253043"/>
    <w:rsid w:val="0025414D"/>
    <w:rsid w:val="00257566"/>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4A99"/>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435B"/>
    <w:rsid w:val="009176F6"/>
    <w:rsid w:val="00921A79"/>
    <w:rsid w:val="0092760C"/>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004"/>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6554"/>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392"/>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2D9F"/>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931011894">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877354215">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AAFA7-32D7-4816-AED8-6265E16D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20C3E9FC</Template>
  <TotalTime>3</TotalTime>
  <Pages>3</Pages>
  <Words>1139</Words>
  <Characters>7215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cp:revision>
  <cp:lastPrinted>2017-02-15T13:15:00Z</cp:lastPrinted>
  <dcterms:created xsi:type="dcterms:W3CDTF">2025-08-03T23:02:00Z</dcterms:created>
  <dcterms:modified xsi:type="dcterms:W3CDTF">2025-08-28T10:42:00Z</dcterms:modified>
</cp:coreProperties>
</file>